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83" w:rsidRDefault="00CF7583" w:rsidP="00167AC0">
      <w:pPr>
        <w:spacing w:line="360" w:lineRule="auto"/>
        <w:ind w:firstLine="708"/>
        <w:jc w:val="both"/>
        <w:rPr>
          <w:sz w:val="28"/>
          <w:szCs w:val="28"/>
        </w:rPr>
      </w:pPr>
    </w:p>
    <w:p w:rsidR="00CF7583" w:rsidRPr="00080EF5" w:rsidRDefault="00CF7583" w:rsidP="00D32254">
      <w:pPr>
        <w:tabs>
          <w:tab w:val="left" w:pos="3540"/>
          <w:tab w:val="center" w:pos="5172"/>
        </w:tabs>
        <w:spacing w:line="360" w:lineRule="auto"/>
        <w:ind w:firstLine="708"/>
        <w:rPr>
          <w:b/>
          <w:bCs/>
          <w:sz w:val="44"/>
          <w:szCs w:val="44"/>
        </w:rPr>
      </w:pPr>
      <w:r>
        <w:rPr>
          <w:sz w:val="44"/>
          <w:szCs w:val="44"/>
        </w:rPr>
        <w:tab/>
      </w:r>
      <w:r w:rsidRPr="00080EF5">
        <w:rPr>
          <w:b/>
          <w:bCs/>
          <w:sz w:val="44"/>
          <w:szCs w:val="44"/>
        </w:rPr>
        <w:t>Внимание!</w:t>
      </w:r>
    </w:p>
    <w:p w:rsidR="00CF7583" w:rsidRDefault="00CF7583" w:rsidP="00167AC0">
      <w:pPr>
        <w:spacing w:line="360" w:lineRule="auto"/>
        <w:ind w:firstLine="708"/>
        <w:jc w:val="both"/>
        <w:rPr>
          <w:sz w:val="28"/>
          <w:szCs w:val="28"/>
        </w:rPr>
      </w:pPr>
    </w:p>
    <w:p w:rsidR="00CF7583" w:rsidRDefault="00CF7583" w:rsidP="00167AC0">
      <w:pPr>
        <w:spacing w:line="360" w:lineRule="auto"/>
        <w:ind w:firstLine="708"/>
        <w:jc w:val="both"/>
        <w:rPr>
          <w:sz w:val="28"/>
          <w:szCs w:val="28"/>
        </w:rPr>
      </w:pPr>
    </w:p>
    <w:p w:rsidR="00CF7583" w:rsidRDefault="00CF7583" w:rsidP="003E1E78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сельского хозяйства и продовольствия Приморского края доводит до сведений крупных сельскохозяйственных товаропроизводителей о том, что автономная некоммерческая организация «Агентство по развитию человеческого капитала на Дальнем Востоке» (далее – Агентство) организует «Стратегическую сессию по вопросам привлечения, закрепления и удержания человеческого капитала на Дальнем Востоке», которая состоится 12-13 августа 2019 г. в г. Владивостоке. </w:t>
      </w:r>
    </w:p>
    <w:p w:rsidR="00CF7583" w:rsidRDefault="00CF7583" w:rsidP="003E1E78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стратегической сессии планируется выработка предложений по трудоустройству и удержанию работников регионального рынка труда, обсуждение вопросовпривлеченияспециалистов из других регионов РФ, их закрепление в регионе, инструментов поддержки переезжающих работников.</w:t>
      </w:r>
    </w:p>
    <w:p w:rsidR="00CF7583" w:rsidRPr="00236662" w:rsidRDefault="00CF7583" w:rsidP="003E1E78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заинтересованности просьба в срок </w:t>
      </w:r>
      <w:bookmarkStart w:id="0" w:name="_GoBack"/>
      <w:bookmarkEnd w:id="0"/>
      <w:r w:rsidRPr="00D77115">
        <w:rPr>
          <w:color w:val="FF0000"/>
          <w:sz w:val="28"/>
          <w:szCs w:val="28"/>
        </w:rPr>
        <w:t>до 29июля 2019 г</w:t>
      </w:r>
      <w:r>
        <w:rPr>
          <w:sz w:val="28"/>
          <w:szCs w:val="28"/>
        </w:rPr>
        <w:t xml:space="preserve">. направить заявку на участие в стратегической сессии согласно приложению, на адрес электронной почты </w:t>
      </w:r>
      <w:r>
        <w:rPr>
          <w:sz w:val="28"/>
          <w:szCs w:val="28"/>
          <w:lang w:val="en-US"/>
        </w:rPr>
        <w:t>Ypitsyk</w:t>
      </w:r>
      <w:r w:rsidRPr="00F42755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hcfe</w:t>
      </w:r>
      <w:r w:rsidRPr="00F4275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,по организационным вопросам обращаться к ответственному специалисту Агентства – Пицык Юлии Николаевне, тел.: 8 (423) 239-09-99, доб.508, моб. 89681422039.</w:t>
      </w:r>
    </w:p>
    <w:p w:rsidR="00CF7583" w:rsidRDefault="00CF7583" w:rsidP="003E1E78">
      <w:pPr>
        <w:spacing w:line="348" w:lineRule="auto"/>
        <w:jc w:val="both"/>
        <w:rPr>
          <w:sz w:val="28"/>
          <w:szCs w:val="28"/>
        </w:rPr>
      </w:pPr>
    </w:p>
    <w:sectPr w:rsidR="00CF7583" w:rsidSect="00296C2E">
      <w:headerReference w:type="default" r:id="rId7"/>
      <w:pgSz w:w="11906" w:h="16838" w:code="9"/>
      <w:pgMar w:top="28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583" w:rsidRDefault="00CF7583">
      <w:r>
        <w:separator/>
      </w:r>
    </w:p>
  </w:endnote>
  <w:endnote w:type="continuationSeparator" w:id="1">
    <w:p w:rsidR="00CF7583" w:rsidRDefault="00CF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583" w:rsidRDefault="00CF7583">
      <w:r>
        <w:separator/>
      </w:r>
    </w:p>
  </w:footnote>
  <w:footnote w:type="continuationSeparator" w:id="1">
    <w:p w:rsidR="00CF7583" w:rsidRDefault="00CF7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83" w:rsidRDefault="00CF758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F7583" w:rsidRDefault="00CF75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4D1"/>
    <w:multiLevelType w:val="hybridMultilevel"/>
    <w:tmpl w:val="94365B56"/>
    <w:lvl w:ilvl="0" w:tplc="A0FC80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26FF48DE"/>
    <w:multiLevelType w:val="hybridMultilevel"/>
    <w:tmpl w:val="3CACF020"/>
    <w:lvl w:ilvl="0" w:tplc="1CFC4F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1D4EAC"/>
    <w:multiLevelType w:val="hybridMultilevel"/>
    <w:tmpl w:val="8084B5B0"/>
    <w:lvl w:ilvl="0" w:tplc="0A8C11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CB9"/>
    <w:rsid w:val="00014637"/>
    <w:rsid w:val="00022EF1"/>
    <w:rsid w:val="00023D9D"/>
    <w:rsid w:val="00031E17"/>
    <w:rsid w:val="000326DD"/>
    <w:rsid w:val="00033D75"/>
    <w:rsid w:val="00034517"/>
    <w:rsid w:val="0003485D"/>
    <w:rsid w:val="0003752D"/>
    <w:rsid w:val="00054F2D"/>
    <w:rsid w:val="00062FE2"/>
    <w:rsid w:val="00071CD3"/>
    <w:rsid w:val="00077624"/>
    <w:rsid w:val="00080EF5"/>
    <w:rsid w:val="00080F8D"/>
    <w:rsid w:val="00081FD5"/>
    <w:rsid w:val="000A3E8F"/>
    <w:rsid w:val="000A5196"/>
    <w:rsid w:val="000B21BF"/>
    <w:rsid w:val="000B4D9A"/>
    <w:rsid w:val="000B54DE"/>
    <w:rsid w:val="000B6A00"/>
    <w:rsid w:val="000C2CCD"/>
    <w:rsid w:val="000C4E02"/>
    <w:rsid w:val="000E367F"/>
    <w:rsid w:val="000F262C"/>
    <w:rsid w:val="000F573A"/>
    <w:rsid w:val="00101DE3"/>
    <w:rsid w:val="0010518B"/>
    <w:rsid w:val="00110A2C"/>
    <w:rsid w:val="001156C7"/>
    <w:rsid w:val="00117821"/>
    <w:rsid w:val="001216C5"/>
    <w:rsid w:val="00133C4F"/>
    <w:rsid w:val="00140F04"/>
    <w:rsid w:val="0014540E"/>
    <w:rsid w:val="00147086"/>
    <w:rsid w:val="00155683"/>
    <w:rsid w:val="00156043"/>
    <w:rsid w:val="00167AC0"/>
    <w:rsid w:val="00173807"/>
    <w:rsid w:val="001809BC"/>
    <w:rsid w:val="001837D4"/>
    <w:rsid w:val="00187537"/>
    <w:rsid w:val="00190C18"/>
    <w:rsid w:val="0019180C"/>
    <w:rsid w:val="00194834"/>
    <w:rsid w:val="00194AEB"/>
    <w:rsid w:val="001A506E"/>
    <w:rsid w:val="001A6CFF"/>
    <w:rsid w:val="001A71F4"/>
    <w:rsid w:val="001B068E"/>
    <w:rsid w:val="001B1351"/>
    <w:rsid w:val="001B59D4"/>
    <w:rsid w:val="001B698C"/>
    <w:rsid w:val="001C61E1"/>
    <w:rsid w:val="001E221C"/>
    <w:rsid w:val="001E5722"/>
    <w:rsid w:val="001F1079"/>
    <w:rsid w:val="001F5EED"/>
    <w:rsid w:val="002110C1"/>
    <w:rsid w:val="00215DCA"/>
    <w:rsid w:val="00216F09"/>
    <w:rsid w:val="00222D34"/>
    <w:rsid w:val="00225D68"/>
    <w:rsid w:val="002344A0"/>
    <w:rsid w:val="0023610B"/>
    <w:rsid w:val="002361E0"/>
    <w:rsid w:val="00236662"/>
    <w:rsid w:val="002370C0"/>
    <w:rsid w:val="00241172"/>
    <w:rsid w:val="00255010"/>
    <w:rsid w:val="00265FCE"/>
    <w:rsid w:val="00266AF4"/>
    <w:rsid w:val="00271E85"/>
    <w:rsid w:val="00274470"/>
    <w:rsid w:val="00296C2E"/>
    <w:rsid w:val="002A2C2F"/>
    <w:rsid w:val="002B2865"/>
    <w:rsid w:val="002C4B15"/>
    <w:rsid w:val="002E02D0"/>
    <w:rsid w:val="00314A17"/>
    <w:rsid w:val="003241F8"/>
    <w:rsid w:val="0034163D"/>
    <w:rsid w:val="00351581"/>
    <w:rsid w:val="003615B6"/>
    <w:rsid w:val="00392B4C"/>
    <w:rsid w:val="003A3DFD"/>
    <w:rsid w:val="003A64A5"/>
    <w:rsid w:val="003B0B8F"/>
    <w:rsid w:val="003B436C"/>
    <w:rsid w:val="003B7561"/>
    <w:rsid w:val="003C0CF6"/>
    <w:rsid w:val="003C3647"/>
    <w:rsid w:val="003C5953"/>
    <w:rsid w:val="003C5AF6"/>
    <w:rsid w:val="003D4EBA"/>
    <w:rsid w:val="003E1E78"/>
    <w:rsid w:val="003E6056"/>
    <w:rsid w:val="004117B4"/>
    <w:rsid w:val="004138A1"/>
    <w:rsid w:val="00426F9F"/>
    <w:rsid w:val="004309C3"/>
    <w:rsid w:val="004330DE"/>
    <w:rsid w:val="00440BE0"/>
    <w:rsid w:val="00441828"/>
    <w:rsid w:val="00452925"/>
    <w:rsid w:val="00464C58"/>
    <w:rsid w:val="00466070"/>
    <w:rsid w:val="0046676E"/>
    <w:rsid w:val="004726C9"/>
    <w:rsid w:val="0047621E"/>
    <w:rsid w:val="00477CD5"/>
    <w:rsid w:val="0048159D"/>
    <w:rsid w:val="00482388"/>
    <w:rsid w:val="00485179"/>
    <w:rsid w:val="00487EF4"/>
    <w:rsid w:val="00495448"/>
    <w:rsid w:val="004A44D0"/>
    <w:rsid w:val="004B1FB0"/>
    <w:rsid w:val="004B7D90"/>
    <w:rsid w:val="004C407C"/>
    <w:rsid w:val="004C7DC6"/>
    <w:rsid w:val="004D450D"/>
    <w:rsid w:val="004E3590"/>
    <w:rsid w:val="004E38DE"/>
    <w:rsid w:val="004E4CD0"/>
    <w:rsid w:val="004E516B"/>
    <w:rsid w:val="004F1682"/>
    <w:rsid w:val="004F5ECF"/>
    <w:rsid w:val="00500F64"/>
    <w:rsid w:val="005059DF"/>
    <w:rsid w:val="00510519"/>
    <w:rsid w:val="005107AC"/>
    <w:rsid w:val="005138E0"/>
    <w:rsid w:val="005232AA"/>
    <w:rsid w:val="0052595A"/>
    <w:rsid w:val="005268F1"/>
    <w:rsid w:val="00541F11"/>
    <w:rsid w:val="00556227"/>
    <w:rsid w:val="005669BC"/>
    <w:rsid w:val="00582A3E"/>
    <w:rsid w:val="00592B0E"/>
    <w:rsid w:val="005934B4"/>
    <w:rsid w:val="005C5531"/>
    <w:rsid w:val="005C6EFC"/>
    <w:rsid w:val="005C77C8"/>
    <w:rsid w:val="005E222F"/>
    <w:rsid w:val="005F039F"/>
    <w:rsid w:val="005F23AB"/>
    <w:rsid w:val="006023C1"/>
    <w:rsid w:val="00603751"/>
    <w:rsid w:val="006058B5"/>
    <w:rsid w:val="006118B2"/>
    <w:rsid w:val="00615F9F"/>
    <w:rsid w:val="00620733"/>
    <w:rsid w:val="00620C0B"/>
    <w:rsid w:val="006235F3"/>
    <w:rsid w:val="00626F8D"/>
    <w:rsid w:val="00642A80"/>
    <w:rsid w:val="00653E18"/>
    <w:rsid w:val="006542E5"/>
    <w:rsid w:val="00655BEF"/>
    <w:rsid w:val="006641EB"/>
    <w:rsid w:val="006735F6"/>
    <w:rsid w:val="006762DE"/>
    <w:rsid w:val="00687725"/>
    <w:rsid w:val="00687C75"/>
    <w:rsid w:val="0069299B"/>
    <w:rsid w:val="00695B13"/>
    <w:rsid w:val="006A62DD"/>
    <w:rsid w:val="006B0A8C"/>
    <w:rsid w:val="006B173D"/>
    <w:rsid w:val="006C0500"/>
    <w:rsid w:val="006C13E8"/>
    <w:rsid w:val="006C3032"/>
    <w:rsid w:val="006D19AB"/>
    <w:rsid w:val="006D57AF"/>
    <w:rsid w:val="006E2867"/>
    <w:rsid w:val="006E7456"/>
    <w:rsid w:val="006F10D2"/>
    <w:rsid w:val="006F2888"/>
    <w:rsid w:val="006F737A"/>
    <w:rsid w:val="00710F04"/>
    <w:rsid w:val="00717F91"/>
    <w:rsid w:val="007200E7"/>
    <w:rsid w:val="00721093"/>
    <w:rsid w:val="00723672"/>
    <w:rsid w:val="00725150"/>
    <w:rsid w:val="00726D60"/>
    <w:rsid w:val="007319B7"/>
    <w:rsid w:val="00735772"/>
    <w:rsid w:val="00744AF9"/>
    <w:rsid w:val="00752574"/>
    <w:rsid w:val="00752992"/>
    <w:rsid w:val="007576CE"/>
    <w:rsid w:val="0076176B"/>
    <w:rsid w:val="00763631"/>
    <w:rsid w:val="00772CB9"/>
    <w:rsid w:val="0078767D"/>
    <w:rsid w:val="00797B8F"/>
    <w:rsid w:val="007A4666"/>
    <w:rsid w:val="007D31FA"/>
    <w:rsid w:val="007E2F3F"/>
    <w:rsid w:val="007E736C"/>
    <w:rsid w:val="007E7758"/>
    <w:rsid w:val="007F223A"/>
    <w:rsid w:val="007F2A7D"/>
    <w:rsid w:val="007F7299"/>
    <w:rsid w:val="00802277"/>
    <w:rsid w:val="008053DF"/>
    <w:rsid w:val="00807BB3"/>
    <w:rsid w:val="00826B18"/>
    <w:rsid w:val="00835978"/>
    <w:rsid w:val="00842D3D"/>
    <w:rsid w:val="00871FF8"/>
    <w:rsid w:val="00877ADD"/>
    <w:rsid w:val="00883A57"/>
    <w:rsid w:val="00892578"/>
    <w:rsid w:val="008958A7"/>
    <w:rsid w:val="00895CAE"/>
    <w:rsid w:val="008A6000"/>
    <w:rsid w:val="008B0D49"/>
    <w:rsid w:val="008B1E78"/>
    <w:rsid w:val="008B4C83"/>
    <w:rsid w:val="008C73AF"/>
    <w:rsid w:val="008C7944"/>
    <w:rsid w:val="008D090B"/>
    <w:rsid w:val="008F0929"/>
    <w:rsid w:val="008F27C6"/>
    <w:rsid w:val="008F7875"/>
    <w:rsid w:val="0091000D"/>
    <w:rsid w:val="0091625B"/>
    <w:rsid w:val="00923E05"/>
    <w:rsid w:val="009413F7"/>
    <w:rsid w:val="009428E3"/>
    <w:rsid w:val="00944C12"/>
    <w:rsid w:val="00981808"/>
    <w:rsid w:val="00983250"/>
    <w:rsid w:val="009847BC"/>
    <w:rsid w:val="0099652C"/>
    <w:rsid w:val="009A270B"/>
    <w:rsid w:val="009B1030"/>
    <w:rsid w:val="009B184B"/>
    <w:rsid w:val="009B6BD2"/>
    <w:rsid w:val="009C1C3A"/>
    <w:rsid w:val="009C1E9F"/>
    <w:rsid w:val="009C5584"/>
    <w:rsid w:val="009D5A53"/>
    <w:rsid w:val="009D5C83"/>
    <w:rsid w:val="009E1C3B"/>
    <w:rsid w:val="009E704D"/>
    <w:rsid w:val="009F4E70"/>
    <w:rsid w:val="00A1009D"/>
    <w:rsid w:val="00A35601"/>
    <w:rsid w:val="00A4358A"/>
    <w:rsid w:val="00A6292A"/>
    <w:rsid w:val="00A64B85"/>
    <w:rsid w:val="00A7038F"/>
    <w:rsid w:val="00A71867"/>
    <w:rsid w:val="00A8274D"/>
    <w:rsid w:val="00A82DF2"/>
    <w:rsid w:val="00A96828"/>
    <w:rsid w:val="00A9786F"/>
    <w:rsid w:val="00AA0F01"/>
    <w:rsid w:val="00AB4FD0"/>
    <w:rsid w:val="00AB7FE7"/>
    <w:rsid w:val="00AC210B"/>
    <w:rsid w:val="00AC564E"/>
    <w:rsid w:val="00AC5BB1"/>
    <w:rsid w:val="00AE3403"/>
    <w:rsid w:val="00AE598B"/>
    <w:rsid w:val="00AE743C"/>
    <w:rsid w:val="00B02CB9"/>
    <w:rsid w:val="00B05A96"/>
    <w:rsid w:val="00B079CE"/>
    <w:rsid w:val="00B10D19"/>
    <w:rsid w:val="00B13383"/>
    <w:rsid w:val="00B26EB3"/>
    <w:rsid w:val="00B275D1"/>
    <w:rsid w:val="00B27BB6"/>
    <w:rsid w:val="00B304E0"/>
    <w:rsid w:val="00B423AE"/>
    <w:rsid w:val="00B47C1C"/>
    <w:rsid w:val="00B53A27"/>
    <w:rsid w:val="00B541A8"/>
    <w:rsid w:val="00B5547C"/>
    <w:rsid w:val="00B66B64"/>
    <w:rsid w:val="00B7341D"/>
    <w:rsid w:val="00B76CFA"/>
    <w:rsid w:val="00BA21F1"/>
    <w:rsid w:val="00BA25DE"/>
    <w:rsid w:val="00BA5226"/>
    <w:rsid w:val="00BB20D1"/>
    <w:rsid w:val="00BB29D8"/>
    <w:rsid w:val="00BB30A2"/>
    <w:rsid w:val="00BB5755"/>
    <w:rsid w:val="00BB66B0"/>
    <w:rsid w:val="00BD07CC"/>
    <w:rsid w:val="00BF166E"/>
    <w:rsid w:val="00BF4E5A"/>
    <w:rsid w:val="00C042DE"/>
    <w:rsid w:val="00C05E0D"/>
    <w:rsid w:val="00C073BA"/>
    <w:rsid w:val="00C07702"/>
    <w:rsid w:val="00C25DFD"/>
    <w:rsid w:val="00C273B3"/>
    <w:rsid w:val="00C34136"/>
    <w:rsid w:val="00C374C9"/>
    <w:rsid w:val="00C436F0"/>
    <w:rsid w:val="00C43A07"/>
    <w:rsid w:val="00C45511"/>
    <w:rsid w:val="00C47C53"/>
    <w:rsid w:val="00C6683A"/>
    <w:rsid w:val="00C7587F"/>
    <w:rsid w:val="00C87CBE"/>
    <w:rsid w:val="00C94921"/>
    <w:rsid w:val="00CA0417"/>
    <w:rsid w:val="00CA2CF3"/>
    <w:rsid w:val="00CB10E1"/>
    <w:rsid w:val="00CB601E"/>
    <w:rsid w:val="00CD04CC"/>
    <w:rsid w:val="00CD74CF"/>
    <w:rsid w:val="00CE6319"/>
    <w:rsid w:val="00CF5F85"/>
    <w:rsid w:val="00CF6B5C"/>
    <w:rsid w:val="00CF7583"/>
    <w:rsid w:val="00D028A5"/>
    <w:rsid w:val="00D06060"/>
    <w:rsid w:val="00D17A7D"/>
    <w:rsid w:val="00D200C9"/>
    <w:rsid w:val="00D2106D"/>
    <w:rsid w:val="00D25987"/>
    <w:rsid w:val="00D32254"/>
    <w:rsid w:val="00D36BBC"/>
    <w:rsid w:val="00D41C2A"/>
    <w:rsid w:val="00D55B84"/>
    <w:rsid w:val="00D61853"/>
    <w:rsid w:val="00D6391E"/>
    <w:rsid w:val="00D72578"/>
    <w:rsid w:val="00D77115"/>
    <w:rsid w:val="00D83A46"/>
    <w:rsid w:val="00D84A26"/>
    <w:rsid w:val="00D86CBE"/>
    <w:rsid w:val="00D90A61"/>
    <w:rsid w:val="00D9141E"/>
    <w:rsid w:val="00D957CC"/>
    <w:rsid w:val="00D96584"/>
    <w:rsid w:val="00DA2E47"/>
    <w:rsid w:val="00DA56B3"/>
    <w:rsid w:val="00DA7A1E"/>
    <w:rsid w:val="00DB2638"/>
    <w:rsid w:val="00DB4D0D"/>
    <w:rsid w:val="00DB6D03"/>
    <w:rsid w:val="00DC143F"/>
    <w:rsid w:val="00DC4A45"/>
    <w:rsid w:val="00DD4898"/>
    <w:rsid w:val="00DD6774"/>
    <w:rsid w:val="00DE1422"/>
    <w:rsid w:val="00DE1F46"/>
    <w:rsid w:val="00DE6B36"/>
    <w:rsid w:val="00DE7068"/>
    <w:rsid w:val="00E05AB8"/>
    <w:rsid w:val="00E05CA6"/>
    <w:rsid w:val="00E1033C"/>
    <w:rsid w:val="00E2053D"/>
    <w:rsid w:val="00E2118E"/>
    <w:rsid w:val="00E22DEE"/>
    <w:rsid w:val="00E26286"/>
    <w:rsid w:val="00E27F26"/>
    <w:rsid w:val="00E3236E"/>
    <w:rsid w:val="00E33226"/>
    <w:rsid w:val="00E34D3F"/>
    <w:rsid w:val="00E43B5E"/>
    <w:rsid w:val="00E44E56"/>
    <w:rsid w:val="00E55F5E"/>
    <w:rsid w:val="00E642A9"/>
    <w:rsid w:val="00E73C8D"/>
    <w:rsid w:val="00E777C8"/>
    <w:rsid w:val="00E80489"/>
    <w:rsid w:val="00E95F87"/>
    <w:rsid w:val="00EA3BCB"/>
    <w:rsid w:val="00EB2F87"/>
    <w:rsid w:val="00EB5271"/>
    <w:rsid w:val="00EC1229"/>
    <w:rsid w:val="00EC44E9"/>
    <w:rsid w:val="00EC5FEA"/>
    <w:rsid w:val="00EC6AF7"/>
    <w:rsid w:val="00ED72DE"/>
    <w:rsid w:val="00EE0F9A"/>
    <w:rsid w:val="00F067F0"/>
    <w:rsid w:val="00F100EE"/>
    <w:rsid w:val="00F318A2"/>
    <w:rsid w:val="00F42755"/>
    <w:rsid w:val="00F4285E"/>
    <w:rsid w:val="00F43D56"/>
    <w:rsid w:val="00F450BD"/>
    <w:rsid w:val="00F5138B"/>
    <w:rsid w:val="00F554E4"/>
    <w:rsid w:val="00F575B2"/>
    <w:rsid w:val="00F63B96"/>
    <w:rsid w:val="00F75656"/>
    <w:rsid w:val="00FA28DE"/>
    <w:rsid w:val="00FB13CC"/>
    <w:rsid w:val="00FB1D7A"/>
    <w:rsid w:val="00FB6F22"/>
    <w:rsid w:val="00FC58E6"/>
    <w:rsid w:val="00FD0865"/>
    <w:rsid w:val="00FD4D6D"/>
    <w:rsid w:val="00FD594C"/>
    <w:rsid w:val="00FD6134"/>
    <w:rsid w:val="00FE03DC"/>
    <w:rsid w:val="00FF5D1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5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56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5656"/>
    <w:pPr>
      <w:keepNext/>
      <w:jc w:val="center"/>
      <w:outlineLvl w:val="1"/>
    </w:pPr>
    <w:rPr>
      <w:b/>
      <w:bCs/>
      <w:spacing w:val="4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56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75656"/>
    <w:rPr>
      <w:rFonts w:ascii="Times New Roman" w:hAnsi="Times New Roman" w:cs="Times New Roman"/>
      <w:b/>
      <w:bCs/>
      <w:spacing w:val="40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756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5656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56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5656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F75656"/>
    <w:rPr>
      <w:color w:val="0000FF"/>
      <w:u w:val="single"/>
    </w:rPr>
  </w:style>
  <w:style w:type="table" w:styleId="TableGrid">
    <w:name w:val="Table Grid"/>
    <w:basedOn w:val="TableNormal"/>
    <w:uiPriority w:val="99"/>
    <w:rsid w:val="00EB527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3D75"/>
    <w:pPr>
      <w:ind w:left="720"/>
    </w:pPr>
  </w:style>
  <w:style w:type="paragraph" w:styleId="Footer">
    <w:name w:val="footer"/>
    <w:basedOn w:val="Normal"/>
    <w:link w:val="FooterChar"/>
    <w:uiPriority w:val="99"/>
    <w:rsid w:val="003E1E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1E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161</Words>
  <Characters>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Козлова Виктория Николаевна</dc:creator>
  <cp:keywords/>
  <dc:description/>
  <cp:lastModifiedBy>adm16</cp:lastModifiedBy>
  <cp:revision>3</cp:revision>
  <cp:lastPrinted>2017-03-30T05:54:00Z</cp:lastPrinted>
  <dcterms:created xsi:type="dcterms:W3CDTF">2019-07-31T06:35:00Z</dcterms:created>
  <dcterms:modified xsi:type="dcterms:W3CDTF">2019-07-31T06:39:00Z</dcterms:modified>
</cp:coreProperties>
</file>